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675E0C">
        <w:rPr>
          <w:rFonts w:ascii="HGP創英角ﾎﾟｯﾌﾟ体" w:eastAsia="HGP創英角ﾎﾟｯﾌﾟ体" w:hAnsi="HGP創英角ﾎﾟｯﾌﾟ体" w:hint="eastAsia"/>
          <w:sz w:val="32"/>
          <w:szCs w:val="32"/>
        </w:rPr>
        <w:t>全学一斉</w: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避難</w:t>
      </w:r>
      <w:r w:rsidRPr="00675E0C">
        <w:rPr>
          <w:rFonts w:ascii="HGP創英角ﾎﾟｯﾌﾟ体" w:eastAsia="HGP創英角ﾎﾟｯﾌﾟ体" w:hAnsi="HGP創英角ﾎﾟｯﾌﾟ体" w:hint="eastAsia"/>
          <w:sz w:val="32"/>
          <w:szCs w:val="32"/>
        </w:rPr>
        <w:t>訓練報告様式</w: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（建物自衛消防隊用）　　　　２０１２．１１．８</w:t>
      </w: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１．建物の名称</w:t>
      </w: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4" o:spid="_x0000_s1026" type="#_x0000_t202" style="position:absolute;left:0;text-align:left;margin-left:29.25pt;margin-top:3.75pt;width:391.5pt;height:38.2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" strokeweight="2.25pt">
            <v:textbox>
              <w:txbxContent>
                <w:p w:rsidR="00235BD7" w:rsidRDefault="00235BD7"/>
              </w:txbxContent>
            </v:textbox>
          </v:shape>
        </w:pict>
      </w: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２．報告者の職名と氏名</w:t>
      </w: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5" o:spid="_x0000_s1027" type="#_x0000_t202" style="position:absolute;left:0;text-align:left;margin-left:29.25pt;margin-top:1.5pt;width:391.5pt;height:3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" fillcolor="window" strokeweight="2.25pt">
            <v:textbox>
              <w:txbxContent>
                <w:p w:rsidR="00235BD7" w:rsidRDefault="00235BD7" w:rsidP="00044D7D"/>
              </w:txbxContent>
            </v:textbox>
          </v:shape>
        </w:pict>
      </w:r>
    </w:p>
    <w:p w:rsidR="00235BD7" w:rsidRDefault="00235BD7" w:rsidP="00400B03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３．一次避難所への避難人数（概数で可）</w:t>
      </w:r>
    </w:p>
    <w:p w:rsidR="00235BD7" w:rsidRDefault="00235BD7" w:rsidP="00400B03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1" o:spid="_x0000_s1028" type="#_x0000_t202" style="position:absolute;left:0;text-align:left;margin-left:29.25pt;margin-top:3pt;width:391.5pt;height:36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" fillcolor="window" strokeweight="2.25pt">
            <v:textbox>
              <w:txbxContent>
                <w:p w:rsidR="00235BD7" w:rsidRPr="00044D7D" w:rsidRDefault="00235BD7" w:rsidP="00400B03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  <w:sz w:val="32"/>
                      <w:szCs w:val="32"/>
                    </w:rPr>
                    <w:t xml:space="preserve">　　　　　　　　　　　　　名</w:t>
                  </w:r>
                </w:p>
              </w:txbxContent>
            </v:textbox>
          </v:shape>
        </w:pict>
      </w: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４．一次避難所の広さについて（該当するところにチェック）</w:t>
      </w: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6" o:spid="_x0000_s1029" type="#_x0000_t202" style="position:absolute;left:0;text-align:left;margin-left:29.25pt;margin-top:3pt;width:391.5pt;height:77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" fillcolor="window" strokeweight="2.25pt">
            <v:textbox>
              <w:txbxContent>
                <w:p w:rsidR="00235BD7" w:rsidRPr="00044D7D" w:rsidRDefault="00235BD7" w:rsidP="00044D7D">
                  <w:pPr>
                    <w:rPr>
                      <w:sz w:val="32"/>
                      <w:szCs w:val="32"/>
                    </w:rPr>
                  </w:pPr>
                  <w:r w:rsidRPr="00044D7D">
                    <w:rPr>
                      <w:rFonts w:hint="eastAsia"/>
                      <w:b/>
                      <w:sz w:val="32"/>
                      <w:szCs w:val="32"/>
                    </w:rPr>
                    <w:t>□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>特に避難上問題はなかった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>。</w:t>
                  </w:r>
                </w:p>
                <w:p w:rsidR="00235BD7" w:rsidRPr="00044D7D" w:rsidRDefault="00235BD7" w:rsidP="00044D7D">
                  <w:pPr>
                    <w:rPr>
                      <w:sz w:val="32"/>
                      <w:szCs w:val="32"/>
                    </w:rPr>
                  </w:pPr>
                  <w:r w:rsidRPr="00044D7D">
                    <w:rPr>
                      <w:rFonts w:hint="eastAsia"/>
                      <w:b/>
                      <w:sz w:val="32"/>
                      <w:szCs w:val="32"/>
                    </w:rPr>
                    <w:t>□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 xml:space="preserve">　</w:t>
                  </w:r>
                  <w:r>
                    <w:rPr>
                      <w:rFonts w:hint="eastAsia"/>
                      <w:sz w:val="32"/>
                      <w:szCs w:val="32"/>
                    </w:rPr>
                    <w:t>一次避難所としては問題があった</w:t>
                  </w:r>
                  <w:r w:rsidRPr="00044D7D">
                    <w:rPr>
                      <w:rFonts w:hint="eastAsia"/>
                      <w:sz w:val="32"/>
                      <w:szCs w:val="32"/>
                    </w:rPr>
                    <w:t>。</w:t>
                  </w:r>
                </w:p>
              </w:txbxContent>
            </v:textbox>
          </v:shape>
        </w:pict>
      </w: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7" o:spid="_x0000_s1030" type="#_x0000_t202" style="position:absolute;left:0;text-align:left;margin-left:28.95pt;margin-top:35pt;width:391.5pt;height:68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" fillcolor="window" strokeweight="2.25pt">
            <v:textbox>
              <w:txbxContent>
                <w:p w:rsidR="00235BD7" w:rsidRDefault="00235BD7" w:rsidP="00044D7D"/>
                <w:p w:rsidR="00235BD7" w:rsidRPr="00044D7D" w:rsidRDefault="00235BD7" w:rsidP="00044D7D">
                  <w:pPr>
                    <w:rPr>
                      <w:sz w:val="32"/>
                      <w:szCs w:val="32"/>
                    </w:rPr>
                  </w:pPr>
                  <w:r>
                    <w:rPr>
                      <w:rFonts w:hint="eastAsia"/>
                    </w:rPr>
                    <w:t xml:space="preserve">　　　　　　　　　　　　　　　　　　　　　　　　　　　</w:t>
                  </w:r>
                </w:p>
              </w:txbxContent>
            </v:textbox>
          </v:shape>
        </w:pic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５．一次避難場所の問題点をお書きください</w:t>
      </w: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noProof/>
        </w:rPr>
        <w:pict>
          <v:shape id="テキスト ボックス 8" o:spid="_x0000_s1031" type="#_x0000_t202" style="position:absolute;left:0;text-align:left;margin-left:28.95pt;margin-top:28.25pt;width:391.5pt;height:10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" fillcolor="window" strokeweight="2.25pt">
            <v:textbox>
              <w:txbxContent>
                <w:p w:rsidR="00235BD7" w:rsidRDefault="00235BD7" w:rsidP="00044D7D"/>
              </w:txbxContent>
            </v:textbox>
          </v:shape>
        </w:pict>
      </w: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６</w:t>
      </w:r>
      <w:bookmarkStart w:id="0" w:name="_GoBack"/>
      <w:bookmarkEnd w:id="0"/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．今回の訓練についてのご意見等（自由にご記入ください。）</w:t>
      </w: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235BD7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</w:p>
    <w:p w:rsidR="00235BD7" w:rsidRPr="00675E0C" w:rsidRDefault="00235BD7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>
        <w:rPr>
          <w:rFonts w:ascii="HGP創英角ﾎﾟｯﾌﾟ体" w:eastAsia="HGP創英角ﾎﾟｯﾌﾟ体" w:hAnsi="HGP創英角ﾎﾟｯﾌﾟ体" w:hint="eastAsia"/>
          <w:sz w:val="32"/>
          <w:szCs w:val="32"/>
        </w:rPr>
        <w:t>※避難訓練の様子と一次避難所の避難の状況の写真（データ）とともにブロック自衛消防隊に提出してください。</w:t>
      </w:r>
    </w:p>
    <w:sectPr w:rsidR="00235BD7" w:rsidRPr="00675E0C" w:rsidSect="00563AA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BD7" w:rsidRDefault="00235BD7" w:rsidP="00400B03">
      <w:r>
        <w:separator/>
      </w:r>
    </w:p>
  </w:endnote>
  <w:endnote w:type="continuationSeparator" w:id="0">
    <w:p w:rsidR="00235BD7" w:rsidRDefault="00235BD7" w:rsidP="00400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BD7" w:rsidRDefault="00235BD7" w:rsidP="00400B03">
      <w:r>
        <w:separator/>
      </w:r>
    </w:p>
  </w:footnote>
  <w:footnote w:type="continuationSeparator" w:id="0">
    <w:p w:rsidR="00235BD7" w:rsidRDefault="00235BD7" w:rsidP="00400B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B46A2"/>
    <w:multiLevelType w:val="hybridMultilevel"/>
    <w:tmpl w:val="D996D9C6"/>
    <w:lvl w:ilvl="0" w:tplc="F5882452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5E0C"/>
    <w:rsid w:val="00044D7D"/>
    <w:rsid w:val="00235BD7"/>
    <w:rsid w:val="002F648F"/>
    <w:rsid w:val="00400B03"/>
    <w:rsid w:val="00535C9D"/>
    <w:rsid w:val="00541B37"/>
    <w:rsid w:val="00563AA4"/>
    <w:rsid w:val="00675E0C"/>
    <w:rsid w:val="00705117"/>
    <w:rsid w:val="007C3419"/>
    <w:rsid w:val="00922413"/>
    <w:rsid w:val="009310C3"/>
    <w:rsid w:val="00E73777"/>
    <w:rsid w:val="00EF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C9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44D7D"/>
    <w:pPr>
      <w:ind w:leftChars="400" w:left="840"/>
    </w:pPr>
  </w:style>
  <w:style w:type="paragraph" w:styleId="Header">
    <w:name w:val="header"/>
    <w:basedOn w:val="Normal"/>
    <w:link w:val="HeaderChar"/>
    <w:uiPriority w:val="99"/>
    <w:rsid w:val="00400B0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0B0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00B0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00B0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33</Words>
  <Characters>191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kurosaki</dc:creator>
  <cp:keywords/>
  <dc:description/>
  <cp:lastModifiedBy> </cp:lastModifiedBy>
  <cp:revision>3</cp:revision>
  <cp:lastPrinted>2011-09-29T10:23:00Z</cp:lastPrinted>
  <dcterms:created xsi:type="dcterms:W3CDTF">2012-10-16T07:48:00Z</dcterms:created>
  <dcterms:modified xsi:type="dcterms:W3CDTF">2012-10-24T18:12:00Z</dcterms:modified>
</cp:coreProperties>
</file>